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39922766" w14:textId="69AEB640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2021/2022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02BC3" w:rsidR="0085747A" w:rsidRPr="00303DE2" w:rsidRDefault="00303DE2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D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55E82E9" w:rsidR="00015B8F" w:rsidRPr="00AA06D2" w:rsidRDefault="00303D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0B7DD52C" w:rsidR="00D40A05" w:rsidRPr="00AA06D2" w:rsidRDefault="00541EC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C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124AF0" w14:textId="65A3A0B4" w:rsidR="00A32ABE" w:rsidRPr="00AA06D2" w:rsidRDefault="00A32ABE" w:rsidP="00A32AB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0F24367B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7C071F9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32ABE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 biznesplan</w:t>
      </w:r>
      <w:r w:rsidR="00A32ABE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BE5061A" w:rsidR="0085747A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53928188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0063D9BC" w:rsidR="00C61DC5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A32ABE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5389E" w14:textId="77777777" w:rsidR="0012134D" w:rsidRDefault="0012134D" w:rsidP="00C16ABF">
      <w:pPr>
        <w:spacing w:after="0" w:line="240" w:lineRule="auto"/>
      </w:pPr>
      <w:r>
        <w:separator/>
      </w:r>
    </w:p>
  </w:endnote>
  <w:endnote w:type="continuationSeparator" w:id="0">
    <w:p w14:paraId="0AF7A3F6" w14:textId="77777777" w:rsidR="0012134D" w:rsidRDefault="001213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0E082" w14:textId="77777777" w:rsidR="0012134D" w:rsidRDefault="0012134D" w:rsidP="00C16ABF">
      <w:pPr>
        <w:spacing w:after="0" w:line="240" w:lineRule="auto"/>
      </w:pPr>
      <w:r>
        <w:separator/>
      </w:r>
    </w:p>
  </w:footnote>
  <w:footnote w:type="continuationSeparator" w:id="0">
    <w:p w14:paraId="54368036" w14:textId="77777777" w:rsidR="0012134D" w:rsidRDefault="0012134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134D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3DE2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ECB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6BF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2AB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08F9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D50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6AA7F-7BF4-483C-8FF9-09675806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982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2020-10-26T15:59:00Z</dcterms:created>
  <dcterms:modified xsi:type="dcterms:W3CDTF">2021-02-11T13:40:00Z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